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0603BFB6" w:rsidR="00F1480E" w:rsidRPr="006B49BE" w:rsidRDefault="00F1480E" w:rsidP="006B49B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B49B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6B49B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52F325B1" w:rsidR="00F1480E" w:rsidRPr="006B49BE" w:rsidRDefault="00F1480E" w:rsidP="003C4B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B49B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6B49BE" w:rsidRPr="006B49BE">
              <w:t>AHC Agriculture, Horticulture and Conservation and Land Management</w:t>
            </w:r>
            <w:r w:rsidR="00337E82" w:rsidRPr="006B49BE">
              <w:rPr>
                <w:rStyle w:val="SITemporarytext-blue"/>
                <w:color w:val="auto"/>
                <w:sz w:val="20"/>
              </w:rPr>
              <w:t xml:space="preserve"> Training</w:t>
            </w:r>
            <w:r w:rsidRPr="006B49BE">
              <w:rPr>
                <w:rStyle w:val="SITemporarytext-blue"/>
                <w:color w:val="auto"/>
                <w:sz w:val="20"/>
              </w:rPr>
              <w:t xml:space="preserve"> Package </w:t>
            </w:r>
            <w:r w:rsidRPr="003C4B70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3C4B70" w:rsidRPr="003C4B70">
              <w:rPr>
                <w:rStyle w:val="SITemporarytext-blue"/>
                <w:color w:val="auto"/>
                <w:sz w:val="20"/>
              </w:rPr>
              <w:t>9</w:t>
            </w:r>
            <w:r w:rsidR="00337E82" w:rsidRPr="003C4B70">
              <w:rPr>
                <w:rStyle w:val="SITemporarytext-blue"/>
                <w:color w:val="auto"/>
                <w:sz w:val="20"/>
              </w:rPr>
              <w:t>.0</w:t>
            </w:r>
            <w:r w:rsidRPr="003C4B7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7CFA08D0" w:rsidR="00F1480E" w:rsidRPr="00205F8D" w:rsidRDefault="00D67242" w:rsidP="00205F8D">
            <w:pPr>
              <w:pStyle w:val="SIQUALCODE"/>
            </w:pPr>
            <w:r>
              <w:t>AHC1</w:t>
            </w:r>
            <w:r w:rsidR="002F0791">
              <w:t>03</w:t>
            </w:r>
            <w:r w:rsidR="00084FF9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398478DE" w:rsidR="00F1480E" w:rsidRPr="00205F8D" w:rsidRDefault="00ED6B38" w:rsidP="00205F8D">
            <w:pPr>
              <w:pStyle w:val="SIQUALtitle"/>
            </w:pPr>
            <w:r w:rsidRPr="00ED6B38">
              <w:t>Certificate I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6BB72D08" w14:textId="457F3C75" w:rsidR="007D63DD" w:rsidRDefault="0023487D" w:rsidP="00846AAD">
            <w:pPr>
              <w:pStyle w:val="SIText"/>
            </w:pPr>
            <w:r w:rsidRPr="0023487D">
              <w:t xml:space="preserve">This qualification </w:t>
            </w:r>
            <w:r w:rsidR="007D63DD">
              <w:t>describes the skills and knowledge required for individuals preparing for</w:t>
            </w:r>
            <w:r w:rsidRPr="0023487D">
              <w:t xml:space="preserve"> entry</w:t>
            </w:r>
            <w:r w:rsidR="007D63DD">
              <w:t xml:space="preserve"> </w:t>
            </w:r>
            <w:r w:rsidRPr="0023487D">
              <w:t xml:space="preserve">level </w:t>
            </w:r>
            <w:r w:rsidR="007D63DD">
              <w:t>work in</w:t>
            </w:r>
            <w:r w:rsidRPr="0023487D">
              <w:t xml:space="preserve"> the horticulture industry.</w:t>
            </w:r>
          </w:p>
          <w:p w14:paraId="36793495" w14:textId="77777777" w:rsidR="007D63DD" w:rsidRDefault="007D63DD" w:rsidP="00846AAD">
            <w:pPr>
              <w:pStyle w:val="SIText"/>
            </w:pPr>
          </w:p>
          <w:p w14:paraId="640DF871" w14:textId="092DA0A9" w:rsidR="0023487D" w:rsidRPr="0023487D" w:rsidRDefault="0023487D" w:rsidP="00846AAD">
            <w:pPr>
              <w:pStyle w:val="SIText"/>
            </w:pPr>
            <w:r w:rsidRPr="0023487D">
              <w:t>They may undertake a range of simple tasks under close supervision. The range of technical skills and knowledge is limited.</w:t>
            </w:r>
          </w:p>
          <w:p w14:paraId="0700E4CA" w14:textId="77777777" w:rsidR="0023487D" w:rsidRPr="0023487D" w:rsidRDefault="0023487D" w:rsidP="00846AAD">
            <w:pPr>
              <w:pStyle w:val="SIText"/>
            </w:pPr>
          </w:p>
          <w:p w14:paraId="4855D5C6" w14:textId="77777777" w:rsidR="0023487D" w:rsidRPr="0023487D" w:rsidRDefault="0023487D" w:rsidP="00846AAD">
            <w:pPr>
              <w:pStyle w:val="SIText"/>
            </w:pPr>
            <w:r w:rsidRPr="0023487D">
              <w:t>The qualification is suited to VET in Schools programs or learners with no previous connection to the horticulture industry or relevant employment history.</w:t>
            </w:r>
          </w:p>
          <w:p w14:paraId="1FF6F635" w14:textId="77777777" w:rsidR="0023487D" w:rsidRPr="0023487D" w:rsidRDefault="0023487D" w:rsidP="00846AAD">
            <w:pPr>
              <w:pStyle w:val="SIText"/>
            </w:pPr>
          </w:p>
          <w:p w14:paraId="17D9FEF5" w14:textId="60500A98" w:rsidR="00D67242" w:rsidRPr="00205F8D" w:rsidRDefault="0023487D" w:rsidP="00846AAD">
            <w:pPr>
              <w:pStyle w:val="SIText"/>
            </w:pPr>
            <w:r w:rsidRPr="0023487D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6528B26F" w:rsidR="001F28F9" w:rsidRPr="008908DE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6B49BE">
        <w:trPr>
          <w:trHeight w:val="7870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33E56201" w14:textId="77777777" w:rsidR="0023487D" w:rsidRPr="0023487D" w:rsidRDefault="0023487D" w:rsidP="006B49BE">
            <w:pPr>
              <w:pStyle w:val="SIText"/>
            </w:pPr>
            <w:r w:rsidRPr="0023487D">
              <w:t>To achieve this qualification, competency must be demonstrated in:</w:t>
            </w:r>
          </w:p>
          <w:p w14:paraId="01ED97CF" w14:textId="77777777" w:rsidR="0023487D" w:rsidRPr="0023487D" w:rsidRDefault="0023487D" w:rsidP="0023487D">
            <w:pPr>
              <w:pStyle w:val="SIBulletList1"/>
            </w:pPr>
            <w:r w:rsidRPr="0023487D">
              <w:t>6 units of competency:</w:t>
            </w:r>
          </w:p>
          <w:p w14:paraId="12E592B4" w14:textId="50422932" w:rsidR="0023487D" w:rsidRPr="0023487D" w:rsidRDefault="00BC3E58" w:rsidP="0023487D">
            <w:pPr>
              <w:pStyle w:val="SIBulletList2"/>
            </w:pPr>
            <w:r>
              <w:t>2</w:t>
            </w:r>
            <w:r w:rsidR="0023487D" w:rsidRPr="0023487D">
              <w:t xml:space="preserve"> core unit plus</w:t>
            </w:r>
          </w:p>
          <w:p w14:paraId="0C39C735" w14:textId="153352F6" w:rsidR="0023487D" w:rsidRPr="0023487D" w:rsidRDefault="00BC3E58" w:rsidP="0023487D">
            <w:pPr>
              <w:pStyle w:val="SIBulletList2"/>
            </w:pPr>
            <w:r>
              <w:t>4</w:t>
            </w:r>
            <w:r w:rsidR="0023487D" w:rsidRPr="0023487D">
              <w:t xml:space="preserve"> elective units.</w:t>
            </w:r>
          </w:p>
          <w:p w14:paraId="08B8255D" w14:textId="77777777" w:rsidR="0023487D" w:rsidRDefault="0023487D" w:rsidP="0023487D"/>
          <w:p w14:paraId="1F9BEF22" w14:textId="2C566046" w:rsidR="0023487D" w:rsidRPr="0023487D" w:rsidRDefault="0023487D" w:rsidP="006B49BE">
            <w:pPr>
              <w:pStyle w:val="SIText"/>
            </w:pPr>
            <w:r w:rsidRPr="0023487D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C31ABA4" w14:textId="6D025B24" w:rsidR="0023487D" w:rsidRPr="0023487D" w:rsidRDefault="00BC3E58" w:rsidP="00CB361C">
            <w:pPr>
              <w:pStyle w:val="SIBulletList1"/>
            </w:pPr>
            <w:r>
              <w:t>2</w:t>
            </w:r>
            <w:r w:rsidR="0023487D" w:rsidRPr="0023487D">
              <w:t xml:space="preserve"> units </w:t>
            </w:r>
            <w:r w:rsidR="007D63DD">
              <w:t xml:space="preserve">must be </w:t>
            </w:r>
            <w:r w:rsidR="0023487D" w:rsidRPr="0023487D">
              <w:t xml:space="preserve">from </w:t>
            </w:r>
            <w:r w:rsidR="007D63DD">
              <w:t xml:space="preserve">the electives </w:t>
            </w:r>
            <w:r w:rsidR="0023487D" w:rsidRPr="0023487D">
              <w:t>list</w:t>
            </w:r>
            <w:r w:rsidR="007D63DD">
              <w:t>ed</w:t>
            </w:r>
            <w:r w:rsidR="0023487D" w:rsidRPr="0023487D">
              <w:t xml:space="preserve"> below</w:t>
            </w:r>
          </w:p>
          <w:p w14:paraId="58928692" w14:textId="5B8DBB16" w:rsidR="0023487D" w:rsidRPr="0023487D" w:rsidRDefault="0023487D" w:rsidP="00CB361C">
            <w:pPr>
              <w:pStyle w:val="SIBulletList1"/>
            </w:pPr>
            <w:r w:rsidRPr="0023487D">
              <w:t>2 units m</w:t>
            </w:r>
            <w:r w:rsidR="007D63DD">
              <w:t>ust</w:t>
            </w:r>
            <w:r w:rsidRPr="0023487D">
              <w:t xml:space="preserve"> be </w:t>
            </w:r>
            <w:r w:rsidR="007D63DD">
              <w:t>from the remaining units list below, or any</w:t>
            </w:r>
            <w:r w:rsidRPr="0023487D">
              <w:t xml:space="preserve"> currently endorsed </w:t>
            </w:r>
            <w:r w:rsidR="007D63DD">
              <w:t>T</w:t>
            </w:r>
            <w:r w:rsidRPr="0023487D">
              <w:t xml:space="preserve">raining </w:t>
            </w:r>
            <w:r w:rsidR="007D63DD">
              <w:t>P</w:t>
            </w:r>
            <w:r w:rsidRPr="0023487D">
              <w:t>ackage or accredited course.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CB361C" w:rsidRPr="005C7EA8" w14:paraId="3609873C" w14:textId="77777777" w:rsidTr="00EA116F">
              <w:tc>
                <w:tcPr>
                  <w:tcW w:w="1718" w:type="dxa"/>
                </w:tcPr>
                <w:p w14:paraId="581342A7" w14:textId="19DCEA4B" w:rsidR="00CB361C" w:rsidRPr="00C369A9" w:rsidRDefault="00CB361C" w:rsidP="00C369A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369A9">
                    <w:t>AHCWHS1</w:t>
                  </w:r>
                  <w:r w:rsidR="00EF7491" w:rsidRPr="00C369A9">
                    <w:t>X</w:t>
                  </w:r>
                  <w:r w:rsidR="00C369A9" w:rsidRPr="00C369A9">
                    <w:t>1</w:t>
                  </w:r>
                </w:p>
              </w:tc>
              <w:tc>
                <w:tcPr>
                  <w:tcW w:w="5670" w:type="dxa"/>
                </w:tcPr>
                <w:p w14:paraId="75F0E837" w14:textId="76E22AED" w:rsidR="00CB361C" w:rsidRPr="00C369A9" w:rsidRDefault="00CB361C" w:rsidP="00C369A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369A9">
                    <w:t>Work safely</w:t>
                  </w:r>
                </w:p>
              </w:tc>
            </w:tr>
            <w:tr w:rsidR="00BC3E58" w:rsidRPr="00CB361C" w14:paraId="4AC57792" w14:textId="77777777" w:rsidTr="001A57BD">
              <w:tc>
                <w:tcPr>
                  <w:tcW w:w="1718" w:type="dxa"/>
                </w:tcPr>
                <w:p w14:paraId="36CF0CFA" w14:textId="77777777" w:rsidR="00BC3E58" w:rsidRPr="00BC3E58" w:rsidRDefault="00BC3E58" w:rsidP="00BC3E58">
                  <w:pPr>
                    <w:pStyle w:val="SIText"/>
                  </w:pPr>
                  <w:r w:rsidRPr="00CB361C">
                    <w:t>AHCWRK1</w:t>
                  </w:r>
                  <w:r w:rsidRPr="00BC3E58">
                    <w:t>X1</w:t>
                  </w:r>
                </w:p>
              </w:tc>
              <w:tc>
                <w:tcPr>
                  <w:tcW w:w="5670" w:type="dxa"/>
                </w:tcPr>
                <w:p w14:paraId="40319F9F" w14:textId="77777777" w:rsidR="00BC3E58" w:rsidRPr="00BC3E58" w:rsidRDefault="00BC3E58" w:rsidP="00BC3E58">
                  <w:pPr>
                    <w:pStyle w:val="SIText"/>
                  </w:pPr>
                  <w:r w:rsidRPr="00CB361C">
                    <w:t>Maintain the workplace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CB361C" w:rsidRPr="005C7EA8" w14:paraId="7888A6F4" w14:textId="77777777" w:rsidTr="00A62569">
              <w:tc>
                <w:tcPr>
                  <w:tcW w:w="1718" w:type="dxa"/>
                </w:tcPr>
                <w:p w14:paraId="5E05DC3B" w14:textId="7EC9D225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AHCCHM101</w:t>
                  </w:r>
                </w:p>
              </w:tc>
              <w:tc>
                <w:tcPr>
                  <w:tcW w:w="5670" w:type="dxa"/>
                </w:tcPr>
                <w:p w14:paraId="21DEB9BF" w14:textId="6CE42299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Follow basic chemical safety rules</w:t>
                  </w:r>
                </w:p>
              </w:tc>
            </w:tr>
            <w:tr w:rsidR="00CB361C" w:rsidRPr="005C7EA8" w14:paraId="0ADC6EF0" w14:textId="77777777" w:rsidTr="00A62569">
              <w:tc>
                <w:tcPr>
                  <w:tcW w:w="1718" w:type="dxa"/>
                </w:tcPr>
                <w:p w14:paraId="2D79E54A" w14:textId="156B2988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AHCECR101</w:t>
                  </w:r>
                </w:p>
              </w:tc>
              <w:tc>
                <w:tcPr>
                  <w:tcW w:w="5670" w:type="dxa"/>
                </w:tcPr>
                <w:p w14:paraId="385E0B18" w14:textId="675924D4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Support ecological restoration</w:t>
                  </w:r>
                </w:p>
              </w:tc>
            </w:tr>
            <w:tr w:rsidR="00CB361C" w:rsidRPr="005C7EA8" w14:paraId="44079930" w14:textId="77777777" w:rsidTr="00A62569">
              <w:tc>
                <w:tcPr>
                  <w:tcW w:w="1718" w:type="dxa"/>
                </w:tcPr>
                <w:p w14:paraId="5E456A19" w14:textId="6D060F18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AHCIRG102</w:t>
                  </w:r>
                </w:p>
              </w:tc>
              <w:tc>
                <w:tcPr>
                  <w:tcW w:w="5670" w:type="dxa"/>
                </w:tcPr>
                <w:p w14:paraId="2804323A" w14:textId="2A5FD146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Support irrigation work</w:t>
                  </w:r>
                </w:p>
              </w:tc>
            </w:tr>
            <w:tr w:rsidR="00CB361C" w:rsidRPr="005C7EA8" w14:paraId="1EA1344C" w14:textId="77777777" w:rsidTr="00A62569">
              <w:tc>
                <w:tcPr>
                  <w:tcW w:w="1718" w:type="dxa"/>
                </w:tcPr>
                <w:p w14:paraId="4598B126" w14:textId="4B150D79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AHCLSC10</w:t>
                  </w:r>
                  <w:r w:rsidR="00EF7491" w:rsidRPr="00FF1B94">
                    <w:t>2</w:t>
                  </w:r>
                </w:p>
              </w:tc>
              <w:tc>
                <w:tcPr>
                  <w:tcW w:w="5670" w:type="dxa"/>
                </w:tcPr>
                <w:p w14:paraId="0DD0CEFB" w14:textId="72148030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Support landscape work</w:t>
                  </w:r>
                </w:p>
              </w:tc>
            </w:tr>
            <w:tr w:rsidR="00CB361C" w:rsidRPr="005C7EA8" w14:paraId="646375E1" w14:textId="77777777" w:rsidTr="00A62569">
              <w:tc>
                <w:tcPr>
                  <w:tcW w:w="1718" w:type="dxa"/>
                </w:tcPr>
                <w:p w14:paraId="085574AD" w14:textId="25D54CD7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AHCMOM101</w:t>
                  </w:r>
                </w:p>
              </w:tc>
              <w:tc>
                <w:tcPr>
                  <w:tcW w:w="5670" w:type="dxa"/>
                </w:tcPr>
                <w:p w14:paraId="5169D6D4" w14:textId="0B21204F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Assist with routine maintenance of machinery and equipment</w:t>
                  </w:r>
                </w:p>
              </w:tc>
            </w:tr>
            <w:tr w:rsidR="00CB361C" w:rsidRPr="005C7EA8" w14:paraId="06BAC79B" w14:textId="77777777" w:rsidTr="00A62569">
              <w:tc>
                <w:tcPr>
                  <w:tcW w:w="1718" w:type="dxa"/>
                </w:tcPr>
                <w:p w14:paraId="56AE2409" w14:textId="2769DC8B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AHCNSY102</w:t>
                  </w:r>
                </w:p>
              </w:tc>
              <w:tc>
                <w:tcPr>
                  <w:tcW w:w="5670" w:type="dxa"/>
                </w:tcPr>
                <w:p w14:paraId="71A94B4D" w14:textId="3142730B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Support nursery work</w:t>
                  </w:r>
                </w:p>
              </w:tc>
            </w:tr>
            <w:tr w:rsidR="00CB361C" w:rsidRPr="005C7EA8" w14:paraId="685F9100" w14:textId="77777777" w:rsidTr="00A62569">
              <w:tc>
                <w:tcPr>
                  <w:tcW w:w="1718" w:type="dxa"/>
                </w:tcPr>
                <w:p w14:paraId="468837E3" w14:textId="01B2A6B7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AHCPGD10</w:t>
                  </w:r>
                  <w:r w:rsidR="00EF7491" w:rsidRPr="00FF1B94">
                    <w:t>2</w:t>
                  </w:r>
                </w:p>
              </w:tc>
              <w:tc>
                <w:tcPr>
                  <w:tcW w:w="5670" w:type="dxa"/>
                </w:tcPr>
                <w:p w14:paraId="72D4CA3E" w14:textId="313B9668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Support gardening work</w:t>
                  </w:r>
                </w:p>
              </w:tc>
            </w:tr>
            <w:tr w:rsidR="00CB361C" w:rsidRPr="005C7EA8" w14:paraId="4663C83C" w14:textId="77777777" w:rsidTr="00A62569">
              <w:tc>
                <w:tcPr>
                  <w:tcW w:w="1718" w:type="dxa"/>
                </w:tcPr>
                <w:p w14:paraId="1398F1AB" w14:textId="3C8AFDA8" w:rsidR="00CB361C" w:rsidRPr="00CB361C" w:rsidRDefault="00CB361C" w:rsidP="00CB361C">
                  <w:pPr>
                    <w:pStyle w:val="SIText"/>
                  </w:pPr>
                  <w:r w:rsidRPr="00CB361C">
                    <w:t>AHCPHT102</w:t>
                  </w:r>
                </w:p>
              </w:tc>
              <w:tc>
                <w:tcPr>
                  <w:tcW w:w="5670" w:type="dxa"/>
                </w:tcPr>
                <w:p w14:paraId="6D7BEDEE" w14:textId="07C5F8ED" w:rsidR="00CB361C" w:rsidRPr="00CB361C" w:rsidRDefault="00CB361C" w:rsidP="00CB361C">
                  <w:pPr>
                    <w:pStyle w:val="SIText"/>
                  </w:pPr>
                  <w:r w:rsidRPr="00CB361C">
                    <w:t>Support horticultural production</w:t>
                  </w:r>
                </w:p>
              </w:tc>
            </w:tr>
            <w:tr w:rsidR="00CB361C" w:rsidRPr="005C7EA8" w14:paraId="2D49FA71" w14:textId="77777777" w:rsidTr="00A62569">
              <w:tc>
                <w:tcPr>
                  <w:tcW w:w="1718" w:type="dxa"/>
                </w:tcPr>
                <w:p w14:paraId="7D057A8A" w14:textId="6ED146A4" w:rsidR="00CB361C" w:rsidRPr="00CB361C" w:rsidRDefault="00CB361C" w:rsidP="00CB361C">
                  <w:pPr>
                    <w:pStyle w:val="SIText"/>
                  </w:pPr>
                  <w:r w:rsidRPr="00CB361C">
                    <w:t>AHCTRF102</w:t>
                  </w:r>
                </w:p>
              </w:tc>
              <w:tc>
                <w:tcPr>
                  <w:tcW w:w="5670" w:type="dxa"/>
                </w:tcPr>
                <w:p w14:paraId="563AEAAE" w14:textId="459ECA10" w:rsidR="00CB361C" w:rsidRPr="00CB361C" w:rsidRDefault="00CB361C" w:rsidP="00CB361C">
                  <w:pPr>
                    <w:pStyle w:val="SIText"/>
                  </w:pPr>
                  <w:r w:rsidRPr="00CB361C">
                    <w:t>Support turf work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F1D599A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FF1B94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B361C" w:rsidRPr="00BC49BB" w14:paraId="4E8B5AF1" w14:textId="77777777" w:rsidTr="00EA116F">
              <w:tc>
                <w:tcPr>
                  <w:tcW w:w="1028" w:type="pct"/>
                </w:tcPr>
                <w:p w14:paraId="0E999D99" w14:textId="3DF440BA" w:rsidR="00CB361C" w:rsidRPr="00CB361C" w:rsidRDefault="00CB361C" w:rsidP="00CB361C">
                  <w:pPr>
                    <w:pStyle w:val="SIText"/>
                  </w:pPr>
                  <w:r w:rsidRPr="00CB361C">
                    <w:t>AHC1</w:t>
                  </w:r>
                  <w:r w:rsidR="002F0791">
                    <w:t>03</w:t>
                  </w:r>
                  <w:r w:rsidR="006B49BE">
                    <w:t>XX</w:t>
                  </w:r>
                  <w:r w:rsidRPr="00CB361C">
                    <w:t xml:space="preserve"> Certificate I in Horticulture</w:t>
                  </w:r>
                </w:p>
              </w:tc>
              <w:tc>
                <w:tcPr>
                  <w:tcW w:w="1105" w:type="pct"/>
                </w:tcPr>
                <w:p w14:paraId="363FA603" w14:textId="0C0F8F29" w:rsidR="00CB361C" w:rsidRPr="00CB361C" w:rsidRDefault="00CB361C" w:rsidP="00CB361C">
                  <w:pPr>
                    <w:pStyle w:val="SIText"/>
                  </w:pPr>
                  <w:r w:rsidRPr="00CB361C">
                    <w:t>AHC10316 Certificate I in Horticulture</w:t>
                  </w:r>
                </w:p>
              </w:tc>
              <w:tc>
                <w:tcPr>
                  <w:tcW w:w="1398" w:type="pct"/>
                </w:tcPr>
                <w:p w14:paraId="088C5265" w14:textId="77777777" w:rsidR="006013FF" w:rsidRDefault="006013FF" w:rsidP="00CB361C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7856E8E3" w14:textId="6FF34BEB" w:rsidR="00405C6A" w:rsidRDefault="006013FF" w:rsidP="00CB361C">
                  <w:pPr>
                    <w:pStyle w:val="SIText"/>
                  </w:pPr>
                  <w:r>
                    <w:t>Revised</w:t>
                  </w:r>
                  <w:r w:rsidR="007D63DD" w:rsidRPr="007D63DD">
                    <w:t xml:space="preserve"> packaging rules</w:t>
                  </w:r>
                  <w:r w:rsidR="00405C6A">
                    <w:t xml:space="preserve"> to better reflect outcomes</w:t>
                  </w:r>
                </w:p>
                <w:p w14:paraId="1AAE5931" w14:textId="0D2F730F" w:rsidR="00405C6A" w:rsidRDefault="00405C6A" w:rsidP="00CB361C">
                  <w:pPr>
                    <w:pStyle w:val="SIText"/>
                  </w:pPr>
                  <w:r>
                    <w:t>Revis</w:t>
                  </w:r>
                  <w:r w:rsidR="007D63DD" w:rsidRPr="007D63DD">
                    <w:t xml:space="preserve">ed </w:t>
                  </w:r>
                  <w:r w:rsidR="00BC3E58">
                    <w:t xml:space="preserve">and increased </w:t>
                  </w:r>
                  <w:r w:rsidR="007D63DD" w:rsidRPr="007D63DD">
                    <w:t>core unit</w:t>
                  </w:r>
                  <w:r w:rsidR="00BC3E58">
                    <w:t>s by one unit</w:t>
                  </w:r>
                </w:p>
                <w:p w14:paraId="42D09A1B" w14:textId="4B297E0E" w:rsidR="00CB361C" w:rsidRPr="00CB361C" w:rsidRDefault="00405C6A" w:rsidP="00CB361C">
                  <w:pPr>
                    <w:pStyle w:val="SIText"/>
                  </w:pPr>
                  <w:r>
                    <w:t>U</w:t>
                  </w:r>
                  <w:r w:rsidR="007D63DD" w:rsidRPr="007D63DD">
                    <w:t>pdated elective units</w:t>
                  </w:r>
                </w:p>
              </w:tc>
              <w:tc>
                <w:tcPr>
                  <w:tcW w:w="1469" w:type="pct"/>
                </w:tcPr>
                <w:p w14:paraId="57B4CF8E" w14:textId="62A2AF1F" w:rsidR="00CB361C" w:rsidRPr="00CB361C" w:rsidRDefault="007D63DD" w:rsidP="00CB361C">
                  <w:pPr>
                    <w:pStyle w:val="SIText"/>
                  </w:pPr>
                  <w:r>
                    <w:t>Not e</w:t>
                  </w:r>
                  <w:r w:rsidR="00CB361C" w:rsidRPr="00CB361C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5EADBDB7" w:rsidR="0074167B" w:rsidRPr="006B49BE" w:rsidRDefault="00140954" w:rsidP="006B49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B49BE">
              <w:rPr>
                <w:rStyle w:val="SITemporarytext-blue"/>
                <w:color w:val="auto"/>
                <w:sz w:val="20"/>
              </w:rPr>
              <w:t>Companion Volumes, including Implementation Guides, are available at VETNet:</w:t>
            </w:r>
            <w:r w:rsidRPr="006B49BE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6B49B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6AB3B" w14:textId="77777777" w:rsidR="00A059DA" w:rsidRDefault="00A059DA" w:rsidP="00BF3F0A">
      <w:r>
        <w:separator/>
      </w:r>
    </w:p>
    <w:p w14:paraId="1A53CEB4" w14:textId="77777777" w:rsidR="00A059DA" w:rsidRDefault="00A059DA"/>
  </w:endnote>
  <w:endnote w:type="continuationSeparator" w:id="0">
    <w:p w14:paraId="18DA1222" w14:textId="77777777" w:rsidR="00A059DA" w:rsidRDefault="00A059DA" w:rsidP="00BF3F0A">
      <w:r>
        <w:continuationSeparator/>
      </w:r>
    </w:p>
    <w:p w14:paraId="00F668B7" w14:textId="77777777" w:rsidR="00A059DA" w:rsidRDefault="00A059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BC0C" w14:textId="77777777" w:rsidR="00A059DA" w:rsidRDefault="00A059DA" w:rsidP="00BF3F0A">
      <w:r>
        <w:separator/>
      </w:r>
    </w:p>
    <w:p w14:paraId="2ED5EA2F" w14:textId="77777777" w:rsidR="00A059DA" w:rsidRDefault="00A059DA"/>
  </w:footnote>
  <w:footnote w:type="continuationSeparator" w:id="0">
    <w:p w14:paraId="2B3E1B9E" w14:textId="77777777" w:rsidR="00A059DA" w:rsidRDefault="00A059DA" w:rsidP="00BF3F0A">
      <w:r>
        <w:continuationSeparator/>
      </w:r>
    </w:p>
    <w:p w14:paraId="08B648E7" w14:textId="77777777" w:rsidR="00A059DA" w:rsidRDefault="00A059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42D508A4" w:rsidR="009C2650" w:rsidRDefault="0059159C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D6B38" w:rsidRPr="00ED6B38">
      <w:t>AHC1</w:t>
    </w:r>
    <w:r w:rsidR="002F0791">
      <w:t>03</w:t>
    </w:r>
    <w:r w:rsidR="006B49BE">
      <w:t>XX</w:t>
    </w:r>
    <w:r w:rsidR="00ED6B38" w:rsidRPr="00ED6B38">
      <w:t xml:space="preserve"> Certificate I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7815795">
    <w:abstractNumId w:val="12"/>
  </w:num>
  <w:num w:numId="2" w16cid:durableId="1096368390">
    <w:abstractNumId w:val="5"/>
  </w:num>
  <w:num w:numId="3" w16cid:durableId="79762666">
    <w:abstractNumId w:val="4"/>
  </w:num>
  <w:num w:numId="4" w16cid:durableId="19939754">
    <w:abstractNumId w:val="21"/>
  </w:num>
  <w:num w:numId="5" w16cid:durableId="230241176">
    <w:abstractNumId w:val="2"/>
  </w:num>
  <w:num w:numId="6" w16cid:durableId="1801268079">
    <w:abstractNumId w:val="11"/>
  </w:num>
  <w:num w:numId="7" w16cid:durableId="385760607">
    <w:abstractNumId w:val="3"/>
  </w:num>
  <w:num w:numId="8" w16cid:durableId="2083984920">
    <w:abstractNumId w:val="0"/>
  </w:num>
  <w:num w:numId="9" w16cid:durableId="1333413525">
    <w:abstractNumId w:val="20"/>
  </w:num>
  <w:num w:numId="10" w16cid:durableId="1705789258">
    <w:abstractNumId w:val="14"/>
  </w:num>
  <w:num w:numId="11" w16cid:durableId="2033532105">
    <w:abstractNumId w:val="18"/>
  </w:num>
  <w:num w:numId="12" w16cid:durableId="1240404207">
    <w:abstractNumId w:val="15"/>
  </w:num>
  <w:num w:numId="13" w16cid:durableId="51855200">
    <w:abstractNumId w:val="23"/>
  </w:num>
  <w:num w:numId="14" w16cid:durableId="2057117034">
    <w:abstractNumId w:val="13"/>
  </w:num>
  <w:num w:numId="15" w16cid:durableId="279335121">
    <w:abstractNumId w:val="22"/>
  </w:num>
  <w:num w:numId="16" w16cid:durableId="241568526">
    <w:abstractNumId w:val="10"/>
  </w:num>
  <w:num w:numId="17" w16cid:durableId="474370970">
    <w:abstractNumId w:val="8"/>
  </w:num>
  <w:num w:numId="18" w16cid:durableId="1785616985">
    <w:abstractNumId w:val="19"/>
  </w:num>
  <w:num w:numId="19" w16cid:durableId="638731540">
    <w:abstractNumId w:val="1"/>
  </w:num>
  <w:num w:numId="20" w16cid:durableId="1966691688">
    <w:abstractNumId w:val="9"/>
  </w:num>
  <w:num w:numId="21" w16cid:durableId="2032800198">
    <w:abstractNumId w:val="17"/>
  </w:num>
  <w:num w:numId="22" w16cid:durableId="650671811">
    <w:abstractNumId w:val="6"/>
  </w:num>
  <w:num w:numId="23" w16cid:durableId="1038893102">
    <w:abstractNumId w:val="7"/>
  </w:num>
  <w:num w:numId="24" w16cid:durableId="15730821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84FF9"/>
    <w:rsid w:val="0009696E"/>
    <w:rsid w:val="000A5441"/>
    <w:rsid w:val="000C13F1"/>
    <w:rsid w:val="000D7BE6"/>
    <w:rsid w:val="000E2C86"/>
    <w:rsid w:val="000F29F2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0791"/>
    <w:rsid w:val="002F1BE6"/>
    <w:rsid w:val="003209D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4B70"/>
    <w:rsid w:val="003D2E73"/>
    <w:rsid w:val="003D3E14"/>
    <w:rsid w:val="003E7BBE"/>
    <w:rsid w:val="00405C6A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33FD8"/>
    <w:rsid w:val="005427C8"/>
    <w:rsid w:val="0054363B"/>
    <w:rsid w:val="005446D1"/>
    <w:rsid w:val="00544CDD"/>
    <w:rsid w:val="00547704"/>
    <w:rsid w:val="00556C4C"/>
    <w:rsid w:val="00557369"/>
    <w:rsid w:val="00561F08"/>
    <w:rsid w:val="005708EB"/>
    <w:rsid w:val="00575BC6"/>
    <w:rsid w:val="00583902"/>
    <w:rsid w:val="005879BD"/>
    <w:rsid w:val="0059159C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013FF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B49BE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DC8"/>
    <w:rsid w:val="0079358C"/>
    <w:rsid w:val="007A1149"/>
    <w:rsid w:val="007C1416"/>
    <w:rsid w:val="007D5A78"/>
    <w:rsid w:val="007D63DD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6AAD"/>
    <w:rsid w:val="00847B60"/>
    <w:rsid w:val="00847CFE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59DA"/>
    <w:rsid w:val="00A0695B"/>
    <w:rsid w:val="00A13052"/>
    <w:rsid w:val="00A216A8"/>
    <w:rsid w:val="00A223A6"/>
    <w:rsid w:val="00A354FC"/>
    <w:rsid w:val="00A453F7"/>
    <w:rsid w:val="00A5092E"/>
    <w:rsid w:val="00A56E14"/>
    <w:rsid w:val="00A637BB"/>
    <w:rsid w:val="00A6476B"/>
    <w:rsid w:val="00A6651B"/>
    <w:rsid w:val="00A70F86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3E58"/>
    <w:rsid w:val="00BC5075"/>
    <w:rsid w:val="00BD3B0F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369A9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D6B38"/>
    <w:rsid w:val="00EF01F8"/>
    <w:rsid w:val="00EF40EF"/>
    <w:rsid w:val="00EF7491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1B94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846AA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404be738b8e3c71040d8a715c231d5b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50212a0ec05bd30e5b034043d01ae428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0547D0-F81A-4250-91E9-0CA16B9A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264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25</cp:revision>
  <cp:lastPrinted>2016-05-27T05:21:00Z</cp:lastPrinted>
  <dcterms:created xsi:type="dcterms:W3CDTF">2021-07-30T01:42:00Z</dcterms:created>
  <dcterms:modified xsi:type="dcterms:W3CDTF">2022-05-09T23:36:00Z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